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1AD681" w14:textId="3828A1F4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F82BA3" w:rsidRPr="00B62A54">
        <w:rPr>
          <w:lang w:eastAsia="cs-CZ"/>
        </w:rPr>
        <w:t>3</w:t>
      </w:r>
      <w:r w:rsidR="00977055" w:rsidRPr="00B62A54">
        <w:rPr>
          <w:lang w:eastAsia="cs-CZ"/>
        </w:rPr>
        <w:t xml:space="preserve"> </w:t>
      </w:r>
      <w:r w:rsidR="00A0251A">
        <w:rPr>
          <w:lang w:eastAsia="cs-CZ"/>
        </w:rPr>
        <w:t>Smlouvy o poskytování služeb</w:t>
      </w:r>
    </w:p>
    <w:p w14:paraId="42A3C0A5" w14:textId="4B6EB2EF" w:rsidR="009348E2" w:rsidRDefault="00A0251A" w:rsidP="009348E2">
      <w:pPr>
        <w:pStyle w:val="Nadpis1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Realizační tým</w:t>
      </w:r>
    </w:p>
    <w:p w14:paraId="2FE93FC7" w14:textId="77777777" w:rsidR="00A0251A" w:rsidRDefault="00A0251A" w:rsidP="00A0251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47"/>
        <w:gridCol w:w="2714"/>
        <w:gridCol w:w="3799"/>
      </w:tblGrid>
      <w:tr w:rsidR="00A0251A" w14:paraId="33C3DB32" w14:textId="77777777" w:rsidTr="008E50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7" w:type="dxa"/>
          </w:tcPr>
          <w:p w14:paraId="5A9509BD" w14:textId="77777777" w:rsidR="00A0251A" w:rsidRDefault="00A0251A" w:rsidP="008E508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Pozice</w:t>
            </w:r>
          </w:p>
        </w:tc>
        <w:tc>
          <w:tcPr>
            <w:tcW w:w="2714" w:type="dxa"/>
          </w:tcPr>
          <w:p w14:paraId="22A38163" w14:textId="77777777" w:rsidR="00A0251A" w:rsidRDefault="00A0251A" w:rsidP="008E508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Jméno a příjmení</w:t>
            </w:r>
          </w:p>
        </w:tc>
        <w:tc>
          <w:tcPr>
            <w:tcW w:w="3799" w:type="dxa"/>
          </w:tcPr>
          <w:p w14:paraId="75A771C0" w14:textId="77777777" w:rsidR="00A0251A" w:rsidRDefault="00A0251A" w:rsidP="008E508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Vztah k dodavateli*</w:t>
            </w:r>
          </w:p>
        </w:tc>
      </w:tr>
      <w:tr w:rsidR="00A0251A" w14:paraId="41FC8EB2" w14:textId="77777777" w:rsidTr="008E50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7" w:type="dxa"/>
          </w:tcPr>
          <w:p w14:paraId="7BBCDE29" w14:textId="77777777" w:rsidR="00A0251A" w:rsidRDefault="00A0251A" w:rsidP="008E508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Kontaktní osoba</w:t>
            </w:r>
          </w:p>
        </w:tc>
        <w:tc>
          <w:tcPr>
            <w:tcW w:w="2714" w:type="dxa"/>
          </w:tcPr>
          <w:p w14:paraId="17A3B24C" w14:textId="77777777" w:rsidR="00A0251A" w:rsidRDefault="00A0251A" w:rsidP="008E50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3799" w:type="dxa"/>
          </w:tcPr>
          <w:p w14:paraId="7DFBDA8F" w14:textId="77777777" w:rsidR="00A0251A" w:rsidRDefault="00A0251A" w:rsidP="008E50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A0251A" w14:paraId="62975AF7" w14:textId="77777777" w:rsidTr="008E50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7" w:type="dxa"/>
          </w:tcPr>
          <w:p w14:paraId="10FB0820" w14:textId="77777777" w:rsidR="00A0251A" w:rsidRDefault="00A0251A" w:rsidP="008E508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Manažer zakázky</w:t>
            </w:r>
          </w:p>
        </w:tc>
        <w:tc>
          <w:tcPr>
            <w:tcW w:w="2714" w:type="dxa"/>
          </w:tcPr>
          <w:p w14:paraId="097375B7" w14:textId="77777777" w:rsidR="00A0251A" w:rsidRDefault="00A0251A" w:rsidP="008E50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3799" w:type="dxa"/>
          </w:tcPr>
          <w:p w14:paraId="2D77A8E6" w14:textId="77777777" w:rsidR="00A0251A" w:rsidRDefault="00A0251A" w:rsidP="008E50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A0251A" w14:paraId="652D97E7" w14:textId="77777777" w:rsidTr="008E50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7" w:type="dxa"/>
          </w:tcPr>
          <w:p w14:paraId="6389A6A5" w14:textId="77777777" w:rsidR="00A0251A" w:rsidRDefault="00A0251A" w:rsidP="008E508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Strážný – pracovník dohledového stanoviště</w:t>
            </w:r>
          </w:p>
        </w:tc>
        <w:tc>
          <w:tcPr>
            <w:tcW w:w="2714" w:type="dxa"/>
          </w:tcPr>
          <w:p w14:paraId="32CAFDE1" w14:textId="77777777" w:rsidR="00A0251A" w:rsidRDefault="00A0251A" w:rsidP="008E50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3799" w:type="dxa"/>
          </w:tcPr>
          <w:p w14:paraId="307A76D5" w14:textId="77777777" w:rsidR="00A0251A" w:rsidRDefault="00A0251A" w:rsidP="008E50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A0251A" w14:paraId="71630EB2" w14:textId="77777777" w:rsidTr="008E50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7" w:type="dxa"/>
          </w:tcPr>
          <w:p w14:paraId="2129608C" w14:textId="77777777" w:rsidR="00A0251A" w:rsidRDefault="00A0251A" w:rsidP="008E508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Strážný - pochůzkář</w:t>
            </w:r>
          </w:p>
        </w:tc>
        <w:tc>
          <w:tcPr>
            <w:tcW w:w="2714" w:type="dxa"/>
          </w:tcPr>
          <w:p w14:paraId="4B69965A" w14:textId="77777777" w:rsidR="00A0251A" w:rsidRDefault="00A0251A" w:rsidP="008E50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3799" w:type="dxa"/>
          </w:tcPr>
          <w:p w14:paraId="2CB9DD14" w14:textId="77777777" w:rsidR="00A0251A" w:rsidRDefault="00A0251A" w:rsidP="008E50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A0251A" w14:paraId="27689773" w14:textId="77777777" w:rsidTr="008E50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7" w:type="dxa"/>
          </w:tcPr>
          <w:p w14:paraId="0037B8FB" w14:textId="77777777" w:rsidR="00A0251A" w:rsidRDefault="00A0251A" w:rsidP="008E508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Strážný - pochůzkář</w:t>
            </w:r>
          </w:p>
        </w:tc>
        <w:tc>
          <w:tcPr>
            <w:tcW w:w="2714" w:type="dxa"/>
          </w:tcPr>
          <w:p w14:paraId="74C02177" w14:textId="77777777" w:rsidR="00A0251A" w:rsidRDefault="00A0251A" w:rsidP="008E50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3799" w:type="dxa"/>
          </w:tcPr>
          <w:p w14:paraId="09D0B97D" w14:textId="77777777" w:rsidR="00A0251A" w:rsidRDefault="00A0251A" w:rsidP="008E50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A0251A" w14:paraId="5049A8A4" w14:textId="77777777" w:rsidTr="008E50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7" w:type="dxa"/>
          </w:tcPr>
          <w:p w14:paraId="7286E29A" w14:textId="77777777" w:rsidR="00A0251A" w:rsidRDefault="00A0251A" w:rsidP="008E508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Strážný - pochůzkář</w:t>
            </w:r>
          </w:p>
        </w:tc>
        <w:tc>
          <w:tcPr>
            <w:tcW w:w="2714" w:type="dxa"/>
          </w:tcPr>
          <w:p w14:paraId="3BB02741" w14:textId="77777777" w:rsidR="00A0251A" w:rsidRDefault="00A0251A" w:rsidP="008E50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3799" w:type="dxa"/>
          </w:tcPr>
          <w:p w14:paraId="6FDEC572" w14:textId="77777777" w:rsidR="00A0251A" w:rsidRDefault="00A0251A" w:rsidP="008E50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A0251A" w14:paraId="7ACE3F0E" w14:textId="77777777" w:rsidTr="008E50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7" w:type="dxa"/>
          </w:tcPr>
          <w:p w14:paraId="34D769BB" w14:textId="77777777" w:rsidR="00A0251A" w:rsidRDefault="00A0251A" w:rsidP="008E508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Strážný - pochůzkář</w:t>
            </w:r>
          </w:p>
        </w:tc>
        <w:tc>
          <w:tcPr>
            <w:tcW w:w="2714" w:type="dxa"/>
          </w:tcPr>
          <w:p w14:paraId="46FFEFB8" w14:textId="77777777" w:rsidR="00A0251A" w:rsidRDefault="00A0251A" w:rsidP="008E50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3799" w:type="dxa"/>
          </w:tcPr>
          <w:p w14:paraId="639C35F1" w14:textId="77777777" w:rsidR="00A0251A" w:rsidRDefault="00A0251A" w:rsidP="008E50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A0251A" w14:paraId="3611DE12" w14:textId="77777777" w:rsidTr="008E50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7" w:type="dxa"/>
          </w:tcPr>
          <w:p w14:paraId="5555FA7D" w14:textId="77777777" w:rsidR="00A0251A" w:rsidRDefault="00A0251A" w:rsidP="008E508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Strážný - pochůzkář</w:t>
            </w:r>
          </w:p>
        </w:tc>
        <w:tc>
          <w:tcPr>
            <w:tcW w:w="2714" w:type="dxa"/>
          </w:tcPr>
          <w:p w14:paraId="5E7777BB" w14:textId="77777777" w:rsidR="00A0251A" w:rsidRDefault="00A0251A" w:rsidP="008E50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3799" w:type="dxa"/>
          </w:tcPr>
          <w:p w14:paraId="28393779" w14:textId="77777777" w:rsidR="00A0251A" w:rsidRDefault="00A0251A" w:rsidP="008E50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A0251A" w14:paraId="53753F7A" w14:textId="77777777" w:rsidTr="008E50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7" w:type="dxa"/>
          </w:tcPr>
          <w:p w14:paraId="66812C75" w14:textId="77777777" w:rsidR="00A0251A" w:rsidRDefault="00A0251A" w:rsidP="008E508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Strážný - pochůzkář</w:t>
            </w:r>
          </w:p>
        </w:tc>
        <w:tc>
          <w:tcPr>
            <w:tcW w:w="2714" w:type="dxa"/>
          </w:tcPr>
          <w:p w14:paraId="04936F21" w14:textId="77777777" w:rsidR="00A0251A" w:rsidRDefault="00A0251A" w:rsidP="008E50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3799" w:type="dxa"/>
          </w:tcPr>
          <w:p w14:paraId="271B0AAC" w14:textId="77777777" w:rsidR="00A0251A" w:rsidRDefault="00A0251A" w:rsidP="008E50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A0251A" w14:paraId="30BEE170" w14:textId="77777777" w:rsidTr="008E50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7" w:type="dxa"/>
          </w:tcPr>
          <w:p w14:paraId="541100BD" w14:textId="77777777" w:rsidR="00A0251A" w:rsidRDefault="00A0251A" w:rsidP="008E508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Strážný - pochůzkář</w:t>
            </w:r>
          </w:p>
        </w:tc>
        <w:tc>
          <w:tcPr>
            <w:tcW w:w="2714" w:type="dxa"/>
          </w:tcPr>
          <w:p w14:paraId="2B562F33" w14:textId="77777777" w:rsidR="00A0251A" w:rsidRDefault="00A0251A" w:rsidP="008E50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3799" w:type="dxa"/>
          </w:tcPr>
          <w:p w14:paraId="245D7785" w14:textId="77777777" w:rsidR="00A0251A" w:rsidRDefault="00A0251A" w:rsidP="008E50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A0251A" w14:paraId="32329023" w14:textId="77777777" w:rsidTr="008E50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0" w:type="dxa"/>
            <w:gridSpan w:val="3"/>
          </w:tcPr>
          <w:p w14:paraId="25DB6167" w14:textId="77777777" w:rsidR="00A0251A" w:rsidRDefault="00A0251A" w:rsidP="008E508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* Označení, zda se jedná např. o zaměstnance dodavatele či externího pracovníka</w:t>
            </w:r>
            <w:bookmarkStart w:id="0" w:name="_GoBack"/>
            <w:bookmarkEnd w:id="0"/>
          </w:p>
          <w:p w14:paraId="6C346C7B" w14:textId="03FF39E5" w:rsidR="00A0251A" w:rsidRDefault="00A0251A" w:rsidP="00A0251A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Pozn. </w:t>
            </w:r>
            <w:r w:rsidRPr="00CB1971">
              <w:rPr>
                <w:rFonts w:eastAsia="Times New Roman" w:cs="Times New Roman"/>
                <w:lang w:eastAsia="cs-CZ"/>
              </w:rPr>
              <w:t xml:space="preserve">V případě, že </w:t>
            </w:r>
            <w:r>
              <w:rPr>
                <w:rFonts w:eastAsia="Times New Roman" w:cs="Times New Roman"/>
                <w:lang w:eastAsia="cs-CZ"/>
              </w:rPr>
              <w:t>dodavatel</w:t>
            </w:r>
            <w:r w:rsidRPr="00CB1971">
              <w:rPr>
                <w:rFonts w:eastAsia="Times New Roman" w:cs="Times New Roman"/>
                <w:lang w:eastAsia="cs-CZ"/>
              </w:rPr>
              <w:t xml:space="preserve"> uvede více členů </w:t>
            </w:r>
            <w:r>
              <w:rPr>
                <w:rFonts w:eastAsia="Times New Roman" w:cs="Times New Roman"/>
                <w:lang w:eastAsia="cs-CZ"/>
              </w:rPr>
              <w:t xml:space="preserve">realizačního </w:t>
            </w:r>
            <w:r w:rsidRPr="00CB1971">
              <w:rPr>
                <w:rFonts w:eastAsia="Times New Roman" w:cs="Times New Roman"/>
                <w:lang w:eastAsia="cs-CZ"/>
              </w:rPr>
              <w:t>týmu, upra</w:t>
            </w:r>
            <w:r w:rsidR="00320D8D">
              <w:rPr>
                <w:rFonts w:eastAsia="Times New Roman" w:cs="Times New Roman"/>
                <w:lang w:eastAsia="cs-CZ"/>
              </w:rPr>
              <w:t xml:space="preserve">ví účastník tabulku dle potřeby </w:t>
            </w:r>
            <w:r w:rsidR="00320D8D">
              <w:rPr>
                <w:rFonts w:eastAsia="Times New Roman" w:cs="Times New Roman"/>
                <w:lang w:eastAsia="cs-CZ"/>
              </w:rPr>
              <w:t xml:space="preserve">– </w:t>
            </w:r>
            <w:r w:rsidR="00320D8D" w:rsidRPr="00DE3E22">
              <w:rPr>
                <w:rFonts w:eastAsia="Times New Roman" w:cs="Times New Roman"/>
                <w:color w:val="FF0000"/>
                <w:lang w:eastAsia="cs-CZ"/>
              </w:rPr>
              <w:t>Dodavatel je povinen uvést všechny členy realizačního týmu, prostřednictvím nichž má být poskytováno plnění Smlouvy, přičemž údaje uvedené v této příloze jsou rozhodné rovněž po posouzení splnění povinnosti Dodavatele dle odstavce 6.5. Smlouvy</w:t>
            </w:r>
          </w:p>
        </w:tc>
      </w:tr>
    </w:tbl>
    <w:p w14:paraId="22408CF6" w14:textId="77777777" w:rsidR="00A0251A" w:rsidRPr="00A0251A" w:rsidRDefault="00A0251A" w:rsidP="00A0251A"/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sectPr w:rsidR="009348E2" w:rsidRPr="00A07A54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184BA6" w14:textId="77777777" w:rsidR="0083289B" w:rsidRDefault="0083289B" w:rsidP="00962258">
      <w:pPr>
        <w:spacing w:after="0" w:line="240" w:lineRule="auto"/>
      </w:pPr>
      <w:r>
        <w:separator/>
      </w:r>
    </w:p>
  </w:endnote>
  <w:endnote w:type="continuationSeparator" w:id="0">
    <w:p w14:paraId="1144C190" w14:textId="77777777" w:rsidR="0083289B" w:rsidRDefault="0083289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251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251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2B1C3F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37B79A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20D8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20D8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F8E006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34632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83D4A6" w14:textId="77777777" w:rsidR="0083289B" w:rsidRDefault="0083289B" w:rsidP="00962258">
      <w:pPr>
        <w:spacing w:after="0" w:line="240" w:lineRule="auto"/>
      </w:pPr>
      <w:r>
        <w:separator/>
      </w:r>
    </w:p>
  </w:footnote>
  <w:footnote w:type="continuationSeparator" w:id="0">
    <w:p w14:paraId="050D154C" w14:textId="77777777" w:rsidR="0083289B" w:rsidRDefault="0083289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F76403"/>
    <w:multiLevelType w:val="multilevel"/>
    <w:tmpl w:val="0D34D660"/>
    <w:numStyleLink w:val="ListBulletmultilevel"/>
  </w:abstractNum>
  <w:abstractNum w:abstractNumId="9">
    <w:nsid w:val="344B4C44"/>
    <w:multiLevelType w:val="multilevel"/>
    <w:tmpl w:val="CABE99FC"/>
    <w:numStyleLink w:val="ListNumbermultilevel"/>
  </w:abstractNum>
  <w:abstractNum w:abstractNumId="10">
    <w:nsid w:val="34EE549F"/>
    <w:multiLevelType w:val="multilevel"/>
    <w:tmpl w:val="CABE99FC"/>
    <w:numStyleLink w:val="ListNumbermultilevel"/>
  </w:abstractNum>
  <w:abstractNum w:abstractNumId="11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AF0A8C"/>
    <w:multiLevelType w:val="multilevel"/>
    <w:tmpl w:val="0D34D660"/>
    <w:numStyleLink w:val="ListBulletmultilevel"/>
  </w:abstractNum>
  <w:abstractNum w:abstractNumId="13">
    <w:nsid w:val="74070991"/>
    <w:multiLevelType w:val="multilevel"/>
    <w:tmpl w:val="CABE99FC"/>
    <w:numStyleLink w:val="ListNumbermultilevel"/>
  </w:abstractNum>
  <w:abstractNum w:abstractNumId="14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8DC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20D8D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2F81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3289B"/>
    <w:rsid w:val="008574AF"/>
    <w:rsid w:val="008640D9"/>
    <w:rsid w:val="008659F3"/>
    <w:rsid w:val="00886D4B"/>
    <w:rsid w:val="00895406"/>
    <w:rsid w:val="008A3568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4ACF"/>
    <w:rsid w:val="009E07F4"/>
    <w:rsid w:val="009E3200"/>
    <w:rsid w:val="009F392E"/>
    <w:rsid w:val="00A0251A"/>
    <w:rsid w:val="00A0659F"/>
    <w:rsid w:val="00A12CBC"/>
    <w:rsid w:val="00A37419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24218"/>
    <w:rsid w:val="00C44F6A"/>
    <w:rsid w:val="00C46DEB"/>
    <w:rsid w:val="00C47AE3"/>
    <w:rsid w:val="00C80068"/>
    <w:rsid w:val="00C83C94"/>
    <w:rsid w:val="00CC6937"/>
    <w:rsid w:val="00CD1FC4"/>
    <w:rsid w:val="00D21061"/>
    <w:rsid w:val="00D35A29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361D8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A83335-3843-4598-8B97-6888210E5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112</Words>
  <Characters>667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Zachová Tereza, Ing.</cp:lastModifiedBy>
  <cp:revision>7</cp:revision>
  <cp:lastPrinted>2020-07-15T06:29:00Z</cp:lastPrinted>
  <dcterms:created xsi:type="dcterms:W3CDTF">2020-11-18T18:18:00Z</dcterms:created>
  <dcterms:modified xsi:type="dcterms:W3CDTF">2021-05-28T10:08:00Z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